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26"/>
      </w:tblGrid>
      <w:tr w:rsidR="0046435D" w:rsidTr="00372A5D">
        <w:trPr>
          <w:trHeight w:val="2648"/>
        </w:trPr>
        <w:tc>
          <w:tcPr>
            <w:tcW w:w="7726" w:type="dxa"/>
          </w:tcPr>
          <w:p w:rsidR="0046435D" w:rsidRDefault="0046435D">
            <w:r>
              <w:rPr>
                <w:noProof/>
                <w:lang w:val="it-CH" w:eastAsia="it-CH"/>
              </w:rPr>
              <w:drawing>
                <wp:inline distT="0" distB="0" distL="0" distR="0" wp14:anchorId="56C7018A" wp14:editId="2B92DF6E">
                  <wp:extent cx="3628996" cy="2721935"/>
                  <wp:effectExtent l="0" t="0" r="0" b="2540"/>
                  <wp:docPr id="3" name="Immagine 3" descr="Immagine che contiene esterni, edificio, cielo&#10;&#10;Descrizione generata con affidabilità molto elev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_2775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4325" cy="2725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435D" w:rsidRDefault="0046435D"/>
        </w:tc>
      </w:tr>
      <w:tr w:rsidR="0046435D" w:rsidTr="00372A5D">
        <w:trPr>
          <w:trHeight w:val="2606"/>
        </w:trPr>
        <w:tc>
          <w:tcPr>
            <w:tcW w:w="7726" w:type="dxa"/>
          </w:tcPr>
          <w:p w:rsidR="0046435D" w:rsidRDefault="0046435D">
            <w:pPr>
              <w:rPr>
                <w:noProof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56832BAD" wp14:editId="012F7474">
                  <wp:extent cx="3586469" cy="2690038"/>
                  <wp:effectExtent l="0" t="0" r="0" b="0"/>
                  <wp:docPr id="6" name="Immagine 6" descr="Immagine che contiene esterni, edificio, strada, cielo&#10;&#10;Descrizione generata con affidabilità molto elev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G_277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3755" cy="2703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435D" w:rsidRDefault="0046435D">
            <w:pPr>
              <w:rPr>
                <w:noProof/>
              </w:rPr>
            </w:pPr>
          </w:p>
        </w:tc>
      </w:tr>
      <w:tr w:rsidR="0046435D" w:rsidTr="00372A5D">
        <w:trPr>
          <w:trHeight w:val="4207"/>
        </w:trPr>
        <w:tc>
          <w:tcPr>
            <w:tcW w:w="7726" w:type="dxa"/>
          </w:tcPr>
          <w:p w:rsidR="0046435D" w:rsidRDefault="0046435D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  <w:lang w:val="it-CH" w:eastAsia="it-CH"/>
              </w:rPr>
              <w:drawing>
                <wp:inline distT="0" distB="0" distL="0" distR="0" wp14:anchorId="536F1B30" wp14:editId="6872E3DD">
                  <wp:extent cx="3553947" cy="2665645"/>
                  <wp:effectExtent l="0" t="0" r="8890" b="1905"/>
                  <wp:docPr id="7" name="Immagine 7" descr="Immagine che contiene esterni, cielo, edificio, automobile&#10;&#10;Descrizione generata con affidabilità molto elev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G_277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7845" cy="2676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435D" w:rsidRDefault="0046435D"/>
        </w:tc>
      </w:tr>
    </w:tbl>
    <w:p w:rsidR="00D00F2B" w:rsidRDefault="00D00F2B"/>
    <w:p w:rsidR="003D3DB2" w:rsidRDefault="003D3DB2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26"/>
      </w:tblGrid>
      <w:tr w:rsidR="003D3DB2" w:rsidTr="00615FF4">
        <w:trPr>
          <w:trHeight w:val="2648"/>
        </w:trPr>
        <w:tc>
          <w:tcPr>
            <w:tcW w:w="7726" w:type="dxa"/>
          </w:tcPr>
          <w:p w:rsidR="003D3DB2" w:rsidRDefault="00372A5D" w:rsidP="003D3DB2">
            <w:pPr>
              <w:jc w:val="center"/>
            </w:pPr>
            <w:r>
              <w:rPr>
                <w:noProof/>
                <w:lang w:val="it-CH" w:eastAsia="it-CH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7A473A8C" wp14:editId="199E0E57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30480</wp:posOffset>
                  </wp:positionV>
                  <wp:extent cx="4135755" cy="2757170"/>
                  <wp:effectExtent l="0" t="0" r="0" b="5080"/>
                  <wp:wrapSquare wrapText="bothSides"/>
                  <wp:docPr id="2" name="Immagine 2" descr="http://www.piniswiss.com/wp-content/uploads/2017/02/DSC7290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piniswiss.com/wp-content/uploads/2017/02/DSC7290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5755" cy="275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372A5D" w:rsidRDefault="00372A5D" w:rsidP="003D3DB2">
            <w:pPr>
              <w:jc w:val="center"/>
            </w:pPr>
          </w:p>
          <w:p w:rsidR="00D939FA" w:rsidRDefault="00D939FA" w:rsidP="003D3DB2">
            <w:pPr>
              <w:jc w:val="center"/>
            </w:pPr>
          </w:p>
          <w:p w:rsidR="00372A5D" w:rsidRDefault="00372A5D" w:rsidP="003D3DB2">
            <w:pPr>
              <w:jc w:val="center"/>
            </w:pPr>
          </w:p>
          <w:p w:rsidR="00372A5D" w:rsidRDefault="00372A5D" w:rsidP="003D3DB2">
            <w:pPr>
              <w:jc w:val="center"/>
            </w:pPr>
          </w:p>
          <w:p w:rsidR="00372A5D" w:rsidRDefault="00372A5D" w:rsidP="003D3DB2">
            <w:pPr>
              <w:jc w:val="center"/>
            </w:pPr>
          </w:p>
        </w:tc>
      </w:tr>
      <w:tr w:rsidR="003D3DB2" w:rsidTr="00615FF4">
        <w:trPr>
          <w:trHeight w:val="2606"/>
        </w:trPr>
        <w:tc>
          <w:tcPr>
            <w:tcW w:w="7726" w:type="dxa"/>
          </w:tcPr>
          <w:p w:rsidR="003D3DB2" w:rsidRDefault="003D3DB2" w:rsidP="00052113">
            <w:pPr>
              <w:rPr>
                <w:noProof/>
              </w:rPr>
            </w:pPr>
            <w:r>
              <w:rPr>
                <w:noProof/>
                <w:lang w:val="it-CH" w:eastAsia="it-CH"/>
              </w:rPr>
              <w:drawing>
                <wp:inline distT="0" distB="0" distL="0" distR="0" wp14:anchorId="3C4CB609" wp14:editId="65F03E3A">
                  <wp:extent cx="3186112" cy="2840950"/>
                  <wp:effectExtent l="0" t="0" r="0" b="0"/>
                  <wp:docPr id="1" name="Immagine 1" descr="http://www.studiovacchini.ch/media/g_1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tudiovacchini.ch/media/g_1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9032" cy="2843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39FA" w:rsidRDefault="00D939FA" w:rsidP="00052113">
            <w:pPr>
              <w:rPr>
                <w:noProof/>
              </w:rPr>
            </w:pPr>
          </w:p>
        </w:tc>
      </w:tr>
      <w:tr w:rsidR="003D3DB2" w:rsidRPr="00615FF4" w:rsidTr="00615FF4">
        <w:trPr>
          <w:trHeight w:val="4207"/>
        </w:trPr>
        <w:tc>
          <w:tcPr>
            <w:tcW w:w="7726" w:type="dxa"/>
          </w:tcPr>
          <w:p w:rsidR="003D3DB2" w:rsidRPr="00615FF4" w:rsidRDefault="003D3DB2" w:rsidP="00052113">
            <w:pPr>
              <w:rPr>
                <w:rFonts w:ascii="Comic Sans MS" w:hAnsi="Comic Sans MS"/>
                <w:noProof/>
                <w:sz w:val="28"/>
                <w:szCs w:val="28"/>
              </w:rPr>
            </w:pPr>
            <w:r w:rsidRPr="00615FF4">
              <w:rPr>
                <w:rFonts w:ascii="Comic Sans MS" w:hAnsi="Comic Sans MS"/>
                <w:noProof/>
                <w:sz w:val="28"/>
                <w:szCs w:val="28"/>
              </w:rPr>
              <w:t xml:space="preserve"> </w:t>
            </w:r>
          </w:p>
          <w:p w:rsidR="003D3DB2" w:rsidRPr="00615FF4" w:rsidRDefault="003D3DB2" w:rsidP="003D3DB2">
            <w:pPr>
              <w:rPr>
                <w:rFonts w:ascii="Comic Sans MS" w:hAnsi="Comic Sans MS"/>
                <w:sz w:val="28"/>
                <w:szCs w:val="28"/>
              </w:rPr>
            </w:pPr>
            <w:r w:rsidRPr="00615FF4">
              <w:rPr>
                <w:rFonts w:ascii="Comic Sans MS" w:hAnsi="Comic Sans MS"/>
                <w:sz w:val="28"/>
                <w:szCs w:val="28"/>
              </w:rPr>
              <w:t xml:space="preserve">Quanto è alto </w:t>
            </w:r>
            <w:r w:rsidR="00615FF4">
              <w:rPr>
                <w:rFonts w:ascii="Comic Sans MS" w:hAnsi="Comic Sans MS"/>
                <w:sz w:val="28"/>
                <w:szCs w:val="28"/>
              </w:rPr>
              <w:t>l’Edificio Postale</w:t>
            </w:r>
            <w:r w:rsidRPr="00615FF4">
              <w:rPr>
                <w:rFonts w:ascii="Comic Sans MS" w:hAnsi="Comic Sans MS"/>
                <w:sz w:val="28"/>
                <w:szCs w:val="28"/>
              </w:rPr>
              <w:t xml:space="preserve">? </w:t>
            </w:r>
          </w:p>
          <w:p w:rsidR="003D3DB2" w:rsidRPr="00615FF4" w:rsidRDefault="003D3DB2" w:rsidP="003D3DB2">
            <w:pPr>
              <w:rPr>
                <w:rFonts w:ascii="Comic Sans MS" w:hAnsi="Comic Sans MS"/>
                <w:sz w:val="28"/>
                <w:szCs w:val="28"/>
              </w:rPr>
            </w:pPr>
            <w:r w:rsidRPr="00615FF4">
              <w:rPr>
                <w:rFonts w:ascii="Comic Sans MS" w:hAnsi="Comic Sans MS"/>
                <w:sz w:val="28"/>
                <w:szCs w:val="28"/>
              </w:rPr>
              <w:t xml:space="preserve">Attenzione! </w:t>
            </w:r>
          </w:p>
          <w:p w:rsidR="00615FF4" w:rsidRDefault="003D3DB2" w:rsidP="003D3DB2">
            <w:pPr>
              <w:rPr>
                <w:rFonts w:ascii="Comic Sans MS" w:hAnsi="Comic Sans MS"/>
                <w:sz w:val="28"/>
                <w:szCs w:val="28"/>
              </w:rPr>
            </w:pPr>
            <w:r w:rsidRPr="00615FF4">
              <w:rPr>
                <w:rFonts w:ascii="Comic Sans MS" w:hAnsi="Comic Sans MS"/>
                <w:sz w:val="28"/>
                <w:szCs w:val="28"/>
              </w:rPr>
              <w:t xml:space="preserve">I livelli con i vetri a specchio non corrispondono </w:t>
            </w:r>
          </w:p>
          <w:p w:rsidR="003D3DB2" w:rsidRPr="00615FF4" w:rsidRDefault="003D3DB2" w:rsidP="003D3DB2">
            <w:pPr>
              <w:rPr>
                <w:rFonts w:ascii="Comic Sans MS" w:hAnsi="Comic Sans MS"/>
                <w:sz w:val="28"/>
                <w:szCs w:val="28"/>
              </w:rPr>
            </w:pPr>
            <w:r w:rsidRPr="00615FF4">
              <w:rPr>
                <w:rFonts w:ascii="Comic Sans MS" w:hAnsi="Comic Sans MS"/>
                <w:sz w:val="28"/>
                <w:szCs w:val="28"/>
              </w:rPr>
              <w:t>ai piani effettivi dell’edificio!</w:t>
            </w:r>
          </w:p>
          <w:p w:rsidR="003D3DB2" w:rsidRPr="00615FF4" w:rsidRDefault="003D3DB2" w:rsidP="00052113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DE2406" w:rsidRDefault="00DE2406" w:rsidP="00DB4B3A">
      <w:bookmarkStart w:id="0" w:name="_GoBack"/>
      <w:bookmarkEnd w:id="0"/>
    </w:p>
    <w:sectPr w:rsidR="00DE2406" w:rsidSect="0046435D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5D"/>
    <w:rsid w:val="00213FA0"/>
    <w:rsid w:val="00372A5D"/>
    <w:rsid w:val="003D3DB2"/>
    <w:rsid w:val="0046435D"/>
    <w:rsid w:val="00615FF4"/>
    <w:rsid w:val="006D4695"/>
    <w:rsid w:val="00711C2D"/>
    <w:rsid w:val="009A5DBF"/>
    <w:rsid w:val="00BD14E6"/>
    <w:rsid w:val="00D00F2B"/>
    <w:rsid w:val="00D939FA"/>
    <w:rsid w:val="00DB4B3A"/>
    <w:rsid w:val="00DE2406"/>
    <w:rsid w:val="00DF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7BE6642-5E25-4933-9C4B-3A7B15BF1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6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3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3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3622E5EE</Template>
  <TotalTime>0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Windows User</cp:lastModifiedBy>
  <cp:revision>9</cp:revision>
  <dcterms:created xsi:type="dcterms:W3CDTF">2018-04-18T21:22:00Z</dcterms:created>
  <dcterms:modified xsi:type="dcterms:W3CDTF">2018-09-06T14:53:00Z</dcterms:modified>
</cp:coreProperties>
</file>